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788"/>
        <w:gridCol w:w="5400"/>
      </w:tblGrid>
      <w:tr w:rsidR="00977D5F" w14:paraId="740008F0" w14:textId="77777777" w:rsidTr="003E127E">
        <w:tc>
          <w:tcPr>
            <w:tcW w:w="4788" w:type="dxa"/>
            <w:vAlign w:val="bottom"/>
          </w:tcPr>
          <w:p w14:paraId="60A74259" w14:textId="77777777" w:rsidR="00977D5F" w:rsidRDefault="00977D5F">
            <w:pPr>
              <w:rPr>
                <w:sz w:val="28"/>
              </w:rPr>
            </w:pPr>
          </w:p>
        </w:tc>
        <w:tc>
          <w:tcPr>
            <w:tcW w:w="5400" w:type="dxa"/>
            <w:vAlign w:val="bottom"/>
          </w:tcPr>
          <w:p w14:paraId="619AADE3" w14:textId="77777777" w:rsidR="003E127E" w:rsidRDefault="003E127E" w:rsidP="005E1361">
            <w:pPr>
              <w:pStyle w:val="StyleHeading3VerdanaBoldDarkBlue"/>
              <w:rPr>
                <w:rFonts w:asciiTheme="minorHAnsi" w:hAnsiTheme="minorHAnsi"/>
                <w:noProof/>
                <w:sz w:val="32"/>
                <w:szCs w:val="32"/>
              </w:rPr>
            </w:pPr>
          </w:p>
          <w:p w14:paraId="0BA92BC0" w14:textId="2A24D20B" w:rsidR="00977D5F" w:rsidRDefault="007D3C6B" w:rsidP="005E1361">
            <w:pPr>
              <w:pStyle w:val="StyleHeading3VerdanaBoldDarkBlue"/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t>LOGO</w:t>
            </w:r>
          </w:p>
        </w:tc>
      </w:tr>
    </w:tbl>
    <w:p w14:paraId="4063D520" w14:textId="44712534" w:rsidR="00977D5F" w:rsidRDefault="00977D5F">
      <w:pPr>
        <w:rPr>
          <w:sz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990"/>
        <w:gridCol w:w="1800"/>
        <w:gridCol w:w="1620"/>
        <w:gridCol w:w="2453"/>
      </w:tblGrid>
      <w:tr w:rsidR="00977D5F" w14:paraId="06C8A08F" w14:textId="77777777" w:rsidTr="00783E5E"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244061" w:themeFill="accent1" w:themeFillShade="80"/>
            <w:vAlign w:val="center"/>
          </w:tcPr>
          <w:p w14:paraId="50F402DE" w14:textId="77777777" w:rsidR="00977D5F" w:rsidRPr="000E7D30" w:rsidRDefault="000E7D30" w:rsidP="00783E5E">
            <w:pPr>
              <w:pStyle w:val="H4"/>
              <w:spacing w:before="120" w:after="12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Artifact</w:t>
            </w:r>
            <w:r w:rsidR="00977D5F" w:rsidRPr="000E7D30">
              <w:rPr>
                <w:color w:val="FFFFFF" w:themeColor="background1"/>
                <w:szCs w:val="22"/>
              </w:rPr>
              <w:t xml:space="preserve"> Title:</w:t>
            </w:r>
          </w:p>
        </w:tc>
        <w:tc>
          <w:tcPr>
            <w:tcW w:w="8033" w:type="dxa"/>
            <w:gridSpan w:val="5"/>
            <w:vAlign w:val="center"/>
          </w:tcPr>
          <w:p w14:paraId="3C1EDB1C" w14:textId="03662C91" w:rsidR="00977D5F" w:rsidRPr="000E61DE" w:rsidRDefault="005248AA" w:rsidP="00783E5E">
            <w:pPr>
              <w:spacing w:before="120" w:after="12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Risk mitigation plan</w:t>
            </w:r>
          </w:p>
        </w:tc>
      </w:tr>
      <w:tr w:rsidR="007D3C6B" w14:paraId="7F42CDF5" w14:textId="77777777" w:rsidTr="00783E5E">
        <w:trPr>
          <w:cantSplit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59C44A31" w14:textId="77777777" w:rsidR="007D3C6B" w:rsidRPr="000E7D30" w:rsidRDefault="007D3C6B" w:rsidP="007D3C6B">
            <w:pPr>
              <w:pStyle w:val="H4"/>
              <w:spacing w:before="120" w:after="100"/>
              <w:rPr>
                <w:color w:val="FFFFFF" w:themeColor="background1"/>
                <w:szCs w:val="22"/>
              </w:rPr>
            </w:pPr>
            <w:bookmarkStart w:id="0" w:name="_Hlt9765646"/>
            <w:r>
              <w:rPr>
                <w:color w:val="FFFFFF" w:themeColor="background1"/>
                <w:szCs w:val="22"/>
              </w:rPr>
              <w:t>Artifact</w:t>
            </w:r>
            <w:r w:rsidRPr="000E7D30">
              <w:rPr>
                <w:color w:val="FFFFFF" w:themeColor="background1"/>
                <w:szCs w:val="22"/>
              </w:rPr>
              <w:t xml:space="preserve"> </w:t>
            </w:r>
            <w:bookmarkStart w:id="1" w:name="_Hlt9833497"/>
            <w:r w:rsidRPr="000E7D30">
              <w:rPr>
                <w:color w:val="FFFFFF" w:themeColor="background1"/>
                <w:szCs w:val="22"/>
              </w:rPr>
              <w:t>N</w:t>
            </w:r>
            <w:bookmarkStart w:id="2" w:name="_Hlt9758564"/>
            <w:bookmarkEnd w:id="1"/>
            <w:r w:rsidRPr="000E7D30">
              <w:rPr>
                <w:color w:val="FFFFFF" w:themeColor="background1"/>
                <w:szCs w:val="22"/>
              </w:rPr>
              <w:t>u</w:t>
            </w:r>
            <w:bookmarkStart w:id="3" w:name="_Hlt9758515"/>
            <w:bookmarkEnd w:id="2"/>
            <w:r w:rsidRPr="000E7D30">
              <w:rPr>
                <w:color w:val="FFFFFF" w:themeColor="background1"/>
                <w:szCs w:val="22"/>
              </w:rPr>
              <w:t>m</w:t>
            </w:r>
            <w:bookmarkEnd w:id="3"/>
            <w:r w:rsidRPr="000E7D30">
              <w:rPr>
                <w:color w:val="FFFFFF" w:themeColor="background1"/>
                <w:szCs w:val="22"/>
              </w:rPr>
              <w:t>ber:</w:t>
            </w:r>
            <w:bookmarkEnd w:id="0"/>
          </w:p>
        </w:tc>
        <w:tc>
          <w:tcPr>
            <w:tcW w:w="1170" w:type="dxa"/>
            <w:vAlign w:val="center"/>
          </w:tcPr>
          <w:p w14:paraId="5A5F1523" w14:textId="158A336C" w:rsidR="007D3C6B" w:rsidRPr="000E61DE" w:rsidRDefault="005248AA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RCD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CBAC9AB" w14:textId="4249441A" w:rsidR="007D3C6B" w:rsidRPr="000E61DE" w:rsidRDefault="007D3C6B" w:rsidP="007D3C6B">
            <w:pPr>
              <w:pStyle w:val="H4"/>
              <w:spacing w:before="120" w:after="100"/>
              <w:rPr>
                <w:bCs/>
                <w:color w:val="FFFFFF"/>
                <w:szCs w:val="22"/>
              </w:rPr>
            </w:pPr>
            <w:r>
              <w:rPr>
                <w:bCs/>
                <w:color w:val="FFFFFF"/>
                <w:szCs w:val="22"/>
              </w:rPr>
              <w:t>Date:</w:t>
            </w:r>
          </w:p>
        </w:tc>
        <w:tc>
          <w:tcPr>
            <w:tcW w:w="1800" w:type="dxa"/>
            <w:vAlign w:val="center"/>
          </w:tcPr>
          <w:p w14:paraId="74D75273" w14:textId="4C443D8D" w:rsidR="007D3C6B" w:rsidRPr="000E61DE" w:rsidRDefault="007D3C6B" w:rsidP="007D3C6B">
            <w:pPr>
              <w:spacing w:before="120" w:after="100"/>
              <w:ind w:right="-108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Date]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038301DD" w14:textId="491DB646" w:rsidR="007D3C6B" w:rsidRPr="000E61DE" w:rsidRDefault="007D3C6B" w:rsidP="007D3C6B">
            <w:pPr>
              <w:pStyle w:val="H4"/>
              <w:spacing w:before="120" w:after="120"/>
              <w:ind w:right="-115"/>
              <w:rPr>
                <w:color w:val="FFFFFF"/>
                <w:szCs w:val="22"/>
              </w:rPr>
            </w:pPr>
            <w:r>
              <w:rPr>
                <w:color w:val="FFFFFF"/>
                <w:szCs w:val="22"/>
              </w:rPr>
              <w:t>Collected By:</w:t>
            </w:r>
          </w:p>
        </w:tc>
        <w:tc>
          <w:tcPr>
            <w:tcW w:w="2453" w:type="dxa"/>
            <w:vAlign w:val="center"/>
          </w:tcPr>
          <w:p w14:paraId="53EB26F8" w14:textId="0D5590E9" w:rsidR="007D3C6B" w:rsidRPr="000E7D30" w:rsidRDefault="007D3C6B" w:rsidP="007D3C6B">
            <w:pPr>
              <w:spacing w:before="120" w:after="10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[Insert Collectors Name]</w:t>
            </w:r>
          </w:p>
        </w:tc>
      </w:tr>
    </w:tbl>
    <w:p w14:paraId="40E4365A" w14:textId="77777777" w:rsidR="000E7D30" w:rsidRPr="000E7D30" w:rsidRDefault="000E7D30" w:rsidP="003E127E">
      <w:pPr>
        <w:pStyle w:val="DefinitionList"/>
        <w:ind w:left="0"/>
      </w:pPr>
    </w:p>
    <w:sectPr w:rsidR="000E7D30" w:rsidRPr="000E7D30" w:rsidSect="002665BB">
      <w:footerReference w:type="default" r:id="rId11"/>
      <w:pgSz w:w="12240" w:h="15840" w:code="1"/>
      <w:pgMar w:top="720" w:right="1080" w:bottom="720" w:left="1080" w:header="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A642" w14:textId="77777777" w:rsidR="00C45438" w:rsidRDefault="00C45438">
      <w:r>
        <w:separator/>
      </w:r>
    </w:p>
  </w:endnote>
  <w:endnote w:type="continuationSeparator" w:id="0">
    <w:p w14:paraId="18E97BA2" w14:textId="77777777" w:rsidR="00C45438" w:rsidRDefault="00C4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7785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0C4F09" w14:textId="77777777" w:rsidR="00C92E4A" w:rsidRDefault="003E127E" w:rsidP="00CE2B24">
            <w:pPr>
              <w:pStyle w:val="Header"/>
              <w:tabs>
                <w:tab w:val="left" w:pos="4320"/>
                <w:tab w:val="left" w:pos="5850"/>
              </w:tabs>
              <w:spacing w:before="120"/>
              <w:ind w:firstLine="2880"/>
              <w:jc w:val="center"/>
            </w:pPr>
            <w:sdt>
              <w:sdtPr>
                <w:id w:val="934199672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565050477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92E4A">
                      <w:t xml:space="preserve">Page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PAGE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1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t xml:space="preserve"> of 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begin"/>
                    </w:r>
                    <w:r w:rsidR="00C92E4A" w:rsidRPr="00F36521">
                      <w:rPr>
                        <w:b/>
                      </w:rPr>
                      <w:instrText xml:space="preserve"> NUMPAGES  </w:instrTex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separate"/>
                    </w:r>
                    <w:r w:rsidR="003C5657">
                      <w:rPr>
                        <w:b/>
                        <w:noProof/>
                      </w:rPr>
                      <w:t>2</w:t>
                    </w:r>
                    <w:r w:rsidR="00C92E4A" w:rsidRPr="00F36521">
                      <w:rPr>
                        <w:b/>
                        <w:sz w:val="24"/>
                        <w:szCs w:val="24"/>
                      </w:rPr>
                      <w:fldChar w:fldCharType="end"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  <w:r w:rsidR="00C92E4A">
                      <w:rPr>
                        <w:sz w:val="24"/>
                        <w:szCs w:val="24"/>
                      </w:rPr>
                      <w:tab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C58C7" w14:textId="77777777" w:rsidR="00C45438" w:rsidRDefault="00C45438">
      <w:r>
        <w:separator/>
      </w:r>
    </w:p>
  </w:footnote>
  <w:footnote w:type="continuationSeparator" w:id="0">
    <w:p w14:paraId="0E4A4D3B" w14:textId="77777777" w:rsidR="00C45438" w:rsidRDefault="00C45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2F85D1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10B1E7F"/>
    <w:multiLevelType w:val="hybridMultilevel"/>
    <w:tmpl w:val="F828E094"/>
    <w:lvl w:ilvl="0" w:tplc="601A42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D161D"/>
    <w:multiLevelType w:val="hybridMultilevel"/>
    <w:tmpl w:val="C584F4EA"/>
    <w:lvl w:ilvl="0" w:tplc="8ECA4A7C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F2C16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4" w15:restartNumberingAfterBreak="0">
    <w:nsid w:val="1BC47235"/>
    <w:multiLevelType w:val="hybridMultilevel"/>
    <w:tmpl w:val="41A81D88"/>
    <w:lvl w:ilvl="0" w:tplc="A49C7DA6">
      <w:start w:val="3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826B44C">
      <w:start w:val="3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F2B06"/>
    <w:multiLevelType w:val="multilevel"/>
    <w:tmpl w:val="0A6071CC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72" w:hanging="360"/>
      </w:pPr>
      <w:rPr>
        <w:rFonts w:hint="default"/>
      </w:rPr>
    </w:lvl>
  </w:abstractNum>
  <w:abstractNum w:abstractNumId="6" w15:restartNumberingAfterBreak="0">
    <w:nsid w:val="2E7879C2"/>
    <w:multiLevelType w:val="hybridMultilevel"/>
    <w:tmpl w:val="71AAFF7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1958FF"/>
    <w:multiLevelType w:val="singleLevel"/>
    <w:tmpl w:val="E42E4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8C5B2C"/>
    <w:multiLevelType w:val="multilevel"/>
    <w:tmpl w:val="A7D4DAAA"/>
    <w:numStyleLink w:val="StyleBulletedBoldGrey"/>
  </w:abstractNum>
  <w:abstractNum w:abstractNumId="9" w15:restartNumberingAfterBreak="0">
    <w:nsid w:val="37450B80"/>
    <w:multiLevelType w:val="hybridMultilevel"/>
    <w:tmpl w:val="0AB2B3BA"/>
    <w:lvl w:ilvl="0" w:tplc="F96A1D64">
      <w:start w:val="1"/>
      <w:numFmt w:val="decimal"/>
      <w:lvlText w:val="%1.0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9F3D88"/>
    <w:multiLevelType w:val="hybridMultilevel"/>
    <w:tmpl w:val="F6303568"/>
    <w:lvl w:ilvl="0" w:tplc="F934DE0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3638F"/>
    <w:multiLevelType w:val="multilevel"/>
    <w:tmpl w:val="60A869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FD2AD2"/>
    <w:multiLevelType w:val="hybridMultilevel"/>
    <w:tmpl w:val="719E56F4"/>
    <w:lvl w:ilvl="0" w:tplc="69044A0E">
      <w:start w:val="1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C34D67"/>
    <w:multiLevelType w:val="multilevel"/>
    <w:tmpl w:val="0A6071CC"/>
    <w:lvl w:ilvl="0">
      <w:start w:val="1"/>
      <w:numFmt w:val="decimal"/>
      <w:lvlText w:val="%1"/>
      <w:lvlJc w:val="left"/>
      <w:pPr>
        <w:ind w:left="88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abstractNum w:abstractNumId="14" w15:restartNumberingAfterBreak="0">
    <w:nsid w:val="4ABF3F47"/>
    <w:multiLevelType w:val="hybridMultilevel"/>
    <w:tmpl w:val="80522D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6A3"/>
    <w:multiLevelType w:val="hybridMultilevel"/>
    <w:tmpl w:val="9E48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69F"/>
    <w:multiLevelType w:val="hybridMultilevel"/>
    <w:tmpl w:val="300CBA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A3475"/>
    <w:multiLevelType w:val="hybridMultilevel"/>
    <w:tmpl w:val="5EC2C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F6F30"/>
    <w:multiLevelType w:val="multilevel"/>
    <w:tmpl w:val="F8D8009A"/>
    <w:lvl w:ilvl="0">
      <w:start w:val="1"/>
      <w:numFmt w:val="decimal"/>
      <w:lvlText w:val="%1)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 w15:restartNumberingAfterBreak="0">
    <w:nsid w:val="632A16AD"/>
    <w:multiLevelType w:val="hybridMultilevel"/>
    <w:tmpl w:val="6068F800"/>
    <w:lvl w:ilvl="0" w:tplc="52F85D16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6D9C"/>
    <w:multiLevelType w:val="multilevel"/>
    <w:tmpl w:val="9FACF0B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1" w15:restartNumberingAfterBreak="0">
    <w:nsid w:val="777359DC"/>
    <w:multiLevelType w:val="multilevel"/>
    <w:tmpl w:val="82264E90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ListContinue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F361E43"/>
    <w:multiLevelType w:val="multilevel"/>
    <w:tmpl w:val="A7D4DAAA"/>
    <w:styleLink w:val="StyleBulletedBoldGrey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333333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6389520">
    <w:abstractNumId w:val="7"/>
  </w:num>
  <w:num w:numId="2" w16cid:durableId="619844212">
    <w:abstractNumId w:val="4"/>
  </w:num>
  <w:num w:numId="3" w16cid:durableId="1436318695">
    <w:abstractNumId w:val="22"/>
  </w:num>
  <w:num w:numId="4" w16cid:durableId="434907010">
    <w:abstractNumId w:val="8"/>
  </w:num>
  <w:num w:numId="5" w16cid:durableId="2090348347">
    <w:abstractNumId w:val="12"/>
  </w:num>
  <w:num w:numId="6" w16cid:durableId="1137336052">
    <w:abstractNumId w:val="6"/>
  </w:num>
  <w:num w:numId="7" w16cid:durableId="981808181">
    <w:abstractNumId w:val="1"/>
  </w:num>
  <w:num w:numId="8" w16cid:durableId="846597370">
    <w:abstractNumId w:val="17"/>
  </w:num>
  <w:num w:numId="9" w16cid:durableId="1671761218">
    <w:abstractNumId w:val="15"/>
  </w:num>
  <w:num w:numId="10" w16cid:durableId="1881044531">
    <w:abstractNumId w:val="2"/>
  </w:num>
  <w:num w:numId="11" w16cid:durableId="480003315">
    <w:abstractNumId w:val="14"/>
  </w:num>
  <w:num w:numId="12" w16cid:durableId="757870208">
    <w:abstractNumId w:val="19"/>
  </w:num>
  <w:num w:numId="13" w16cid:durableId="1733773707">
    <w:abstractNumId w:val="9"/>
  </w:num>
  <w:num w:numId="14" w16cid:durableId="692341819">
    <w:abstractNumId w:val="0"/>
  </w:num>
  <w:num w:numId="15" w16cid:durableId="174392038">
    <w:abstractNumId w:val="3"/>
  </w:num>
  <w:num w:numId="16" w16cid:durableId="483592124">
    <w:abstractNumId w:val="13"/>
  </w:num>
  <w:num w:numId="17" w16cid:durableId="1541211776">
    <w:abstractNumId w:val="11"/>
  </w:num>
  <w:num w:numId="18" w16cid:durableId="1744640154">
    <w:abstractNumId w:val="5"/>
  </w:num>
  <w:num w:numId="19" w16cid:durableId="1759908068">
    <w:abstractNumId w:val="18"/>
  </w:num>
  <w:num w:numId="20" w16cid:durableId="1753811613">
    <w:abstractNumId w:val="21"/>
  </w:num>
  <w:num w:numId="21" w16cid:durableId="1156453700">
    <w:abstractNumId w:val="20"/>
  </w:num>
  <w:num w:numId="22" w16cid:durableId="748162916">
    <w:abstractNumId w:val="16"/>
  </w:num>
  <w:num w:numId="23" w16cid:durableId="8064316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>
      <o:colormru v:ext="edit" colors="#69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6B"/>
    <w:rsid w:val="00002398"/>
    <w:rsid w:val="00023542"/>
    <w:rsid w:val="000635B0"/>
    <w:rsid w:val="000C7470"/>
    <w:rsid w:val="000E61DE"/>
    <w:rsid w:val="000E7D30"/>
    <w:rsid w:val="00117DAD"/>
    <w:rsid w:val="00175A2A"/>
    <w:rsid w:val="00201023"/>
    <w:rsid w:val="0024692A"/>
    <w:rsid w:val="0025321E"/>
    <w:rsid w:val="00257880"/>
    <w:rsid w:val="002665BB"/>
    <w:rsid w:val="002C04D7"/>
    <w:rsid w:val="002F5F49"/>
    <w:rsid w:val="003C5657"/>
    <w:rsid w:val="003E127E"/>
    <w:rsid w:val="004079FA"/>
    <w:rsid w:val="00414E57"/>
    <w:rsid w:val="004240B2"/>
    <w:rsid w:val="005248AA"/>
    <w:rsid w:val="005839A4"/>
    <w:rsid w:val="005E1361"/>
    <w:rsid w:val="006A6679"/>
    <w:rsid w:val="006F2C40"/>
    <w:rsid w:val="00712557"/>
    <w:rsid w:val="00783E5E"/>
    <w:rsid w:val="007D3C6B"/>
    <w:rsid w:val="00873776"/>
    <w:rsid w:val="00916E02"/>
    <w:rsid w:val="00977D5F"/>
    <w:rsid w:val="009B0F7D"/>
    <w:rsid w:val="009E2FD1"/>
    <w:rsid w:val="00A64B4E"/>
    <w:rsid w:val="00A772F7"/>
    <w:rsid w:val="00A86D8F"/>
    <w:rsid w:val="00C45438"/>
    <w:rsid w:val="00C92E4A"/>
    <w:rsid w:val="00CB4C07"/>
    <w:rsid w:val="00CC7C1E"/>
    <w:rsid w:val="00CE2B24"/>
    <w:rsid w:val="00D431D1"/>
    <w:rsid w:val="00D934F5"/>
    <w:rsid w:val="00D96B5B"/>
    <w:rsid w:val="00E7544B"/>
    <w:rsid w:val="00F032D5"/>
    <w:rsid w:val="00F40622"/>
    <w:rsid w:val="00F55A2A"/>
    <w:rsid w:val="00F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69f,#03c"/>
    </o:shapedefaults>
    <o:shapelayout v:ext="edit">
      <o:idmap v:ext="edit" data="1"/>
    </o:shapelayout>
  </w:shapeDefaults>
  <w:decimalSymbol w:val="."/>
  <w:listSeparator w:val=","/>
  <w14:docId w14:val="0D593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1DE"/>
    <w:pPr>
      <w:widowControl w:val="0"/>
    </w:pPr>
    <w:rPr>
      <w:rFonts w:asciiTheme="minorHAnsi" w:hAnsiTheme="minorHAnsi"/>
      <w:snapToGrid w:val="0"/>
      <w:sz w:val="22"/>
    </w:rPr>
  </w:style>
  <w:style w:type="paragraph" w:styleId="Heading1">
    <w:name w:val="heading 1"/>
    <w:basedOn w:val="ListNumber"/>
    <w:next w:val="Normal"/>
    <w:autoRedefine/>
    <w:qFormat/>
    <w:rsid w:val="00117DAD"/>
    <w:pPr>
      <w:keepNext/>
      <w:numPr>
        <w:numId w:val="20"/>
      </w:numPr>
      <w:spacing w:before="240" w:after="60"/>
      <w:outlineLvl w:val="0"/>
    </w:pPr>
    <w:rPr>
      <w:rFonts w:cs="Arial"/>
      <w:b/>
      <w:bCs/>
      <w:color w:val="000080"/>
      <w:kern w:val="32"/>
      <w:sz w:val="28"/>
      <w:szCs w:val="32"/>
    </w:rPr>
  </w:style>
  <w:style w:type="paragraph" w:styleId="Heading2">
    <w:name w:val="heading 2"/>
    <w:basedOn w:val="ListNumber"/>
    <w:next w:val="Normal"/>
    <w:qFormat/>
    <w:rsid w:val="00F55A2A"/>
    <w:pPr>
      <w:keepNext/>
      <w:outlineLvl w:val="1"/>
    </w:pPr>
    <w:rPr>
      <w:b/>
      <w:color w:val="1F497D" w:themeColor="text2"/>
      <w:sz w:val="28"/>
    </w:rPr>
  </w:style>
  <w:style w:type="paragraph" w:styleId="Heading3">
    <w:name w:val="heading 3"/>
    <w:basedOn w:val="Normal"/>
    <w:next w:val="Normal"/>
    <w:qFormat/>
    <w:rsid w:val="00F40622"/>
    <w:pPr>
      <w:keepNext/>
      <w:jc w:val="right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F40622"/>
  </w:style>
  <w:style w:type="paragraph" w:customStyle="1" w:styleId="DefinitionList">
    <w:name w:val="Definition List"/>
    <w:basedOn w:val="Normal"/>
    <w:next w:val="DefinitionTerm"/>
    <w:rsid w:val="00F40622"/>
    <w:pPr>
      <w:ind w:left="360"/>
    </w:pPr>
  </w:style>
  <w:style w:type="character" w:customStyle="1" w:styleId="Definition">
    <w:name w:val="Definition"/>
    <w:rsid w:val="00F40622"/>
    <w:rPr>
      <w:i/>
    </w:rPr>
  </w:style>
  <w:style w:type="paragraph" w:customStyle="1" w:styleId="H1">
    <w:name w:val="H1"/>
    <w:basedOn w:val="Normal"/>
    <w:next w:val="Normal"/>
    <w:rsid w:val="00F40622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F40622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link w:val="H3Char"/>
    <w:rsid w:val="005E1361"/>
    <w:pPr>
      <w:keepNext/>
      <w:spacing w:after="120"/>
      <w:outlineLvl w:val="3"/>
    </w:pPr>
    <w:rPr>
      <w:b/>
      <w:color w:val="000080"/>
      <w:sz w:val="28"/>
      <w:u w:val="single"/>
    </w:rPr>
  </w:style>
  <w:style w:type="paragraph" w:customStyle="1" w:styleId="H4">
    <w:name w:val="H4"/>
    <w:basedOn w:val="Normal"/>
    <w:next w:val="Normal"/>
    <w:rsid w:val="00F40622"/>
    <w:rPr>
      <w:rFonts w:cs="Tahoma"/>
      <w:b/>
    </w:rPr>
  </w:style>
  <w:style w:type="paragraph" w:customStyle="1" w:styleId="H5">
    <w:name w:val="H5"/>
    <w:basedOn w:val="Normal"/>
    <w:next w:val="Normal"/>
    <w:rsid w:val="00F40622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F40622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F40622"/>
    <w:rPr>
      <w:i/>
    </w:rPr>
  </w:style>
  <w:style w:type="paragraph" w:customStyle="1" w:styleId="Blockquote">
    <w:name w:val="Blockquote"/>
    <w:basedOn w:val="Normal"/>
    <w:rsid w:val="00F40622"/>
    <w:pPr>
      <w:ind w:left="360" w:right="360"/>
    </w:pPr>
  </w:style>
  <w:style w:type="character" w:customStyle="1" w:styleId="CITE">
    <w:name w:val="CITE"/>
    <w:rsid w:val="00F40622"/>
    <w:rPr>
      <w:i/>
    </w:rPr>
  </w:style>
  <w:style w:type="character" w:customStyle="1" w:styleId="CODE">
    <w:name w:val="CODE"/>
    <w:rsid w:val="00F40622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F40622"/>
    <w:rPr>
      <w:i/>
    </w:rPr>
  </w:style>
  <w:style w:type="character" w:styleId="Hyperlink">
    <w:name w:val="Hyperlink"/>
    <w:basedOn w:val="DefaultParagraphFont"/>
    <w:rsid w:val="00F40622"/>
    <w:rPr>
      <w:color w:val="0000FF"/>
      <w:u w:val="single"/>
    </w:rPr>
  </w:style>
  <w:style w:type="character" w:styleId="FollowedHyperlink">
    <w:name w:val="FollowedHyperlink"/>
    <w:basedOn w:val="DefaultParagraphFont"/>
    <w:rsid w:val="00F40622"/>
    <w:rPr>
      <w:color w:val="800080"/>
      <w:u w:val="single"/>
    </w:rPr>
  </w:style>
  <w:style w:type="character" w:customStyle="1" w:styleId="Keyboard">
    <w:name w:val="Keyboard"/>
    <w:rsid w:val="00F40622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F406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F40622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F40622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F40622"/>
    <w:rPr>
      <w:rFonts w:ascii="Courier New" w:hAnsi="Courier New"/>
    </w:rPr>
  </w:style>
  <w:style w:type="character" w:styleId="Strong">
    <w:name w:val="Strong"/>
    <w:basedOn w:val="DefaultParagraphFont"/>
    <w:qFormat/>
    <w:rsid w:val="00F40622"/>
    <w:rPr>
      <w:b/>
    </w:rPr>
  </w:style>
  <w:style w:type="character" w:customStyle="1" w:styleId="Typewriter">
    <w:name w:val="Typewriter"/>
    <w:rsid w:val="00F40622"/>
    <w:rPr>
      <w:rFonts w:ascii="Courier New" w:hAnsi="Courier New"/>
      <w:sz w:val="20"/>
    </w:rPr>
  </w:style>
  <w:style w:type="character" w:customStyle="1" w:styleId="Variable">
    <w:name w:val="Variable"/>
    <w:rsid w:val="00F40622"/>
    <w:rPr>
      <w:i/>
    </w:rPr>
  </w:style>
  <w:style w:type="character" w:customStyle="1" w:styleId="HTMLMarkup">
    <w:name w:val="HTML Markup"/>
    <w:rsid w:val="00F40622"/>
    <w:rPr>
      <w:vanish/>
      <w:color w:val="FF0000"/>
    </w:rPr>
  </w:style>
  <w:style w:type="character" w:customStyle="1" w:styleId="Comment">
    <w:name w:val="Comment"/>
    <w:rsid w:val="00F40622"/>
    <w:rPr>
      <w:vanish/>
    </w:rPr>
  </w:style>
  <w:style w:type="paragraph" w:styleId="Header">
    <w:name w:val="header"/>
    <w:basedOn w:val="Normal"/>
    <w:rsid w:val="00F406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06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40622"/>
    <w:pPr>
      <w:widowControl/>
    </w:pPr>
    <w:rPr>
      <w:b/>
      <w:bCs/>
      <w:snapToGrid/>
      <w:szCs w:val="24"/>
    </w:rPr>
  </w:style>
  <w:style w:type="paragraph" w:styleId="DocumentMap">
    <w:name w:val="Document Map"/>
    <w:basedOn w:val="Normal"/>
    <w:semiHidden/>
    <w:rsid w:val="00F40622"/>
    <w:pPr>
      <w:shd w:val="clear" w:color="auto" w:fill="000080"/>
    </w:pPr>
  </w:style>
  <w:style w:type="character" w:styleId="CommentReference">
    <w:name w:val="annotation reference"/>
    <w:basedOn w:val="DefaultParagraphFont"/>
    <w:semiHidden/>
    <w:rsid w:val="00F40622"/>
    <w:rPr>
      <w:sz w:val="16"/>
    </w:rPr>
  </w:style>
  <w:style w:type="paragraph" w:styleId="CommentText">
    <w:name w:val="annotation text"/>
    <w:basedOn w:val="Normal"/>
    <w:semiHidden/>
    <w:rsid w:val="00F40622"/>
    <w:rPr>
      <w:sz w:val="20"/>
    </w:rPr>
  </w:style>
  <w:style w:type="paragraph" w:customStyle="1" w:styleId="StyleH3NotBold">
    <w:name w:val="Style H3 + Not Bold"/>
    <w:basedOn w:val="H3"/>
    <w:link w:val="StyleH3NotBoldChar"/>
    <w:rsid w:val="005E1361"/>
    <w:rPr>
      <w:b w:val="0"/>
    </w:rPr>
  </w:style>
  <w:style w:type="character" w:customStyle="1" w:styleId="H3Char">
    <w:name w:val="H3 Char"/>
    <w:basedOn w:val="DefaultParagraphFont"/>
    <w:link w:val="H3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character" w:customStyle="1" w:styleId="StyleH3NotBoldChar">
    <w:name w:val="Style H3 + Not Bold Char"/>
    <w:basedOn w:val="H3Char"/>
    <w:link w:val="StyleH3NotBold"/>
    <w:rsid w:val="005E1361"/>
    <w:rPr>
      <w:rFonts w:ascii="Tahoma" w:hAnsi="Tahoma"/>
      <w:b/>
      <w:snapToGrid w:val="0"/>
      <w:color w:val="000080"/>
      <w:sz w:val="28"/>
      <w:u w:val="single"/>
      <w:lang w:val="en-US" w:eastAsia="en-US" w:bidi="ar-SA"/>
    </w:rPr>
  </w:style>
  <w:style w:type="paragraph" w:customStyle="1" w:styleId="StyleHeading3VerdanaBoldDarkBlue">
    <w:name w:val="Style Heading 3 + Verdana Bold Dark Blue"/>
    <w:basedOn w:val="Heading3"/>
    <w:rsid w:val="005E1361"/>
    <w:rPr>
      <w:rFonts w:ascii="Verdana" w:hAnsi="Verdana"/>
      <w:b/>
      <w:bCs/>
      <w:color w:val="000080"/>
    </w:rPr>
  </w:style>
  <w:style w:type="numbering" w:customStyle="1" w:styleId="StyleBulletedBoldGrey">
    <w:name w:val="Style Bulleted Bold Grey"/>
    <w:basedOn w:val="NoList"/>
    <w:rsid w:val="005E1361"/>
    <w:pPr>
      <w:numPr>
        <w:numId w:val="3"/>
      </w:numPr>
    </w:pPr>
  </w:style>
  <w:style w:type="character" w:customStyle="1" w:styleId="StyleDarkGrey">
    <w:name w:val="Style Dark Grey"/>
    <w:basedOn w:val="DefaultParagraphFont"/>
    <w:rsid w:val="005E1361"/>
    <w:rPr>
      <w:color w:val="333333"/>
    </w:rPr>
  </w:style>
  <w:style w:type="paragraph" w:customStyle="1" w:styleId="StyleH3NotBoldItalicDarkGrey">
    <w:name w:val="Style H3 + Not Bold Italic Dark Grey"/>
    <w:basedOn w:val="H3"/>
    <w:link w:val="StyleH3NotBoldItalicDarkGreyChar"/>
    <w:rsid w:val="005E1361"/>
    <w:rPr>
      <w:b w:val="0"/>
      <w:i/>
      <w:iCs/>
      <w:color w:val="333333"/>
    </w:rPr>
  </w:style>
  <w:style w:type="character" w:customStyle="1" w:styleId="StyleH3NotBoldItalicDarkGreyChar">
    <w:name w:val="Style H3 + Not Bold Italic Dark Grey Char"/>
    <w:basedOn w:val="H3Char"/>
    <w:link w:val="StyleH3NotBoldItalicDarkGrey"/>
    <w:rsid w:val="005E1361"/>
    <w:rPr>
      <w:rFonts w:ascii="Tahoma" w:hAnsi="Tahoma"/>
      <w:b/>
      <w:i/>
      <w:iCs/>
      <w:snapToGrid w:val="0"/>
      <w:color w:val="333333"/>
      <w:sz w:val="28"/>
      <w:u w:val="single"/>
      <w:lang w:val="en-US" w:eastAsia="en-US" w:bidi="ar-SA"/>
    </w:rPr>
  </w:style>
  <w:style w:type="character" w:customStyle="1" w:styleId="StyleBoldDarkGray">
    <w:name w:val="Style Bold Dark Gray"/>
    <w:basedOn w:val="DefaultParagraphFont"/>
    <w:rsid w:val="005E1361"/>
    <w:rPr>
      <w:b/>
      <w:bCs/>
      <w:color w:val="333333"/>
    </w:rPr>
  </w:style>
  <w:style w:type="paragraph" w:styleId="BalloonText">
    <w:name w:val="Balloon Text"/>
    <w:basedOn w:val="Normal"/>
    <w:link w:val="BalloonTextChar"/>
    <w:rsid w:val="00CC7C1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7C1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0E61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F2C40"/>
    <w:pPr>
      <w:ind w:left="720"/>
      <w:contextualSpacing/>
    </w:pPr>
  </w:style>
  <w:style w:type="paragraph" w:styleId="ListContinue">
    <w:name w:val="List Continue"/>
    <w:basedOn w:val="Normal"/>
    <w:rsid w:val="00117DAD"/>
    <w:pPr>
      <w:numPr>
        <w:ilvl w:val="1"/>
        <w:numId w:val="20"/>
      </w:numPr>
      <w:spacing w:after="120"/>
      <w:contextualSpacing/>
    </w:pPr>
  </w:style>
  <w:style w:type="paragraph" w:styleId="ListNumber">
    <w:name w:val="List Number"/>
    <w:basedOn w:val="Normal"/>
    <w:rsid w:val="00F55A2A"/>
    <w:pPr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C92E4A"/>
    <w:rPr>
      <w:rFonts w:asciiTheme="minorHAnsi" w:hAnsiTheme="minorHAnsi"/>
      <w:snapToGrid w:val="0"/>
      <w:sz w:val="22"/>
    </w:rPr>
  </w:style>
  <w:style w:type="paragraph" w:customStyle="1" w:styleId="TableCell">
    <w:name w:val="Table Cell"/>
    <w:basedOn w:val="DefinitionTerm"/>
    <w:link w:val="TableCellChar"/>
    <w:qFormat/>
    <w:rsid w:val="00C92E4A"/>
    <w:pPr>
      <w:spacing w:before="120" w:after="120"/>
    </w:pPr>
  </w:style>
  <w:style w:type="character" w:customStyle="1" w:styleId="TableCellChar">
    <w:name w:val="Table Cell Char"/>
    <w:basedOn w:val="DefaultParagraphFont"/>
    <w:link w:val="TableCell"/>
    <w:rsid w:val="00C92E4A"/>
    <w:rPr>
      <w:rFonts w:asciiTheme="minorHAnsi" w:hAnsiTheme="minorHAnsi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allace.INFODEFENSE\InfoDefense\Service%20Delivery%20-%20Audits%20and%20Compliance\Assessments\CMMC\Artifacts\!!%20-%20Tyto%20Athene%20Artifac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4446B6B1C8F4C827A1DBE0C358574" ma:contentTypeVersion="8" ma:contentTypeDescription="Create a new document." ma:contentTypeScope="" ma:versionID="9ea1233bb2a8ea7ec1b23afbd81cdc5a">
  <xsd:schema xmlns:xsd="http://www.w3.org/2001/XMLSchema" xmlns:xs="http://www.w3.org/2001/XMLSchema" xmlns:p="http://schemas.microsoft.com/office/2006/metadata/properties" xmlns:ns2="a60893d0-16b2-4368-9a79-77060b5f8404" targetNamespace="http://schemas.microsoft.com/office/2006/metadata/properties" ma:root="true" ma:fieldsID="11683c8f54900c5308d9c426fd9e4b22" ns2:_="">
    <xsd:import namespace="a60893d0-16b2-4368-9a79-77060b5f8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893d0-16b2-4368-9a79-77060b5f84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CF1D6-F3C2-45DE-AA94-4B5D3A4D7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0893d0-16b2-4368-9a79-77060b5f8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405494-043D-48A1-8971-71493A009A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F0BFA-E8F5-45CF-9BCE-598B05AAF1E5}">
  <ds:schemaRefs>
    <ds:schemaRef ds:uri="http://purl.org/dc/elements/1.1/"/>
    <ds:schemaRef ds:uri="http://schemas.microsoft.com/office/2006/documentManagement/types"/>
    <ds:schemaRef ds:uri="0044af8b-8e40-40c5-9413-6b791396e755"/>
    <ds:schemaRef ds:uri="http://purl.org/dc/terms/"/>
    <ds:schemaRef ds:uri="http://schemas.microsoft.com/office/2006/metadata/properties"/>
    <ds:schemaRef ds:uri="http://purl.org/dc/dcmitype/"/>
    <ds:schemaRef ds:uri="eef1c68d-e29d-4b40-b0e5-aee906f3ec9a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27AAC54-50B9-462D-B4FC-5A9E1714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!! - Tyto Athene Artifact TEMPLATE.dotx</Template>
  <TotalTime>0</TotalTime>
  <Pages>1</Pages>
  <Words>17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SPF - Procedure Template</vt:lpstr>
    </vt:vector>
  </TitlesOfParts>
  <Manager/>
  <Company/>
  <LinksUpToDate>false</LinksUpToDate>
  <CharactersWithSpaces>128</CharactersWithSpaces>
  <SharedDoc>false</SharedDoc>
  <HLinks>
    <vt:vector size="36" baseType="variant">
      <vt:variant>
        <vt:i4>7274612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History</vt:lpwstr>
      </vt:variant>
      <vt:variant>
        <vt:i4>720920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Contacts</vt:lpwstr>
      </vt:variant>
      <vt:variant>
        <vt:i4>131092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Forms</vt:lpwstr>
      </vt:variant>
      <vt:variant>
        <vt:i4>458767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Procedure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Policy</vt:lpwstr>
      </vt:variant>
      <vt:variant>
        <vt:i4>2228310</vt:i4>
      </vt:variant>
      <vt:variant>
        <vt:i4>0</vt:i4>
      </vt:variant>
      <vt:variant>
        <vt:i4>0</vt:i4>
      </vt:variant>
      <vt:variant>
        <vt:i4>5</vt:i4>
      </vt:variant>
      <vt:variant>
        <vt:lpwstr>\\SHSB2-NS3\DATA\SHARED\AS POLICIES\! Templates\1-3c Procedure Template Instructions.doc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SPF - Procedure Template</dc:title>
  <dc:subject>Simplified Policy Framework - Procedure Template</dc:subject>
  <dc:creator/>
  <cp:keywords>Procedure</cp:keywords>
  <dc:description/>
  <cp:lastModifiedBy/>
  <cp:revision>1</cp:revision>
  <dcterms:created xsi:type="dcterms:W3CDTF">2020-07-15T20:59:00Z</dcterms:created>
  <dcterms:modified xsi:type="dcterms:W3CDTF">2023-02-16T15:26:00Z</dcterms:modified>
  <cp:category/>
  <cp:contentStatus>Final 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0x010100FB44446B6B1C8F4C827A1DBE0C358574</vt:lpwstr>
  </property>
</Properties>
</file>